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AEA2F" w14:textId="77777777" w:rsidR="003332ED" w:rsidRDefault="00997F14" w:rsidP="003332ED">
      <w:pPr>
        <w:spacing w:line="240" w:lineRule="auto"/>
        <w:jc w:val="right"/>
        <w:rPr>
          <w:rFonts w:ascii="Corbel" w:hAnsi="Corbel"/>
          <w:bCs/>
          <w:i/>
        </w:rPr>
      </w:pPr>
      <w:r w:rsidRPr="7D121A6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32ED">
        <w:rPr>
          <w:rFonts w:ascii="Corbel" w:hAnsi="Corbel"/>
          <w:bCs/>
          <w:i/>
        </w:rPr>
        <w:t>Załącznik nr 1.5 do Zarządzenia Rektora UR nr 7/2023</w:t>
      </w:r>
    </w:p>
    <w:p w14:paraId="7F46D274" w14:textId="77777777" w:rsidR="003332ED" w:rsidRDefault="003332ED" w:rsidP="003332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B04B3FC" w14:textId="3AE8465D" w:rsidR="003332ED" w:rsidRDefault="003332ED" w:rsidP="003332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3F4548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3F4548">
        <w:rPr>
          <w:rFonts w:ascii="Corbel" w:hAnsi="Corbel"/>
          <w:b/>
          <w:smallCaps/>
          <w:sz w:val="24"/>
          <w:szCs w:val="24"/>
        </w:rPr>
        <w:t>8</w:t>
      </w:r>
    </w:p>
    <w:p w14:paraId="5E79B086" w14:textId="77777777" w:rsidR="003332ED" w:rsidRDefault="003332ED" w:rsidP="003332E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EDE8A74" w14:textId="450D490C" w:rsidR="003332ED" w:rsidRPr="00EA4832" w:rsidRDefault="003332ED" w:rsidP="003332ED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3F4548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3F4548">
        <w:rPr>
          <w:rFonts w:ascii="Corbel" w:hAnsi="Corbel"/>
          <w:sz w:val="20"/>
          <w:szCs w:val="20"/>
        </w:rPr>
        <w:t>8</w:t>
      </w:r>
    </w:p>
    <w:p w14:paraId="518635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38D2C28" w14:textId="77777777" w:rsidTr="4CA1869B">
        <w:tc>
          <w:tcPr>
            <w:tcW w:w="2694" w:type="dxa"/>
            <w:vAlign w:val="center"/>
          </w:tcPr>
          <w:p w14:paraId="24CBEE05" w14:textId="77777777" w:rsidR="0085747A" w:rsidRPr="00F964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4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0E00485" w14:textId="7D3C20BA" w:rsidR="00F964B5" w:rsidRPr="00F964B5" w:rsidRDefault="00BE48C8" w:rsidP="4CA1869B">
            <w:pPr>
              <w:pStyle w:val="HTML-wstpniesformatowany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4CA1869B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Międzynarodowe stosunki militarne </w:t>
            </w:r>
          </w:p>
          <w:p w14:paraId="3E76EDCA" w14:textId="1F5409D6" w:rsidR="0085747A" w:rsidRPr="00F964B5" w:rsidRDefault="0085747A" w:rsidP="00F964B5">
            <w:pPr>
              <w:pStyle w:val="HTML-wstpniesformatowany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5BDB4BF0" w14:textId="77777777" w:rsidTr="4CA1869B">
        <w:tc>
          <w:tcPr>
            <w:tcW w:w="2694" w:type="dxa"/>
            <w:vAlign w:val="center"/>
          </w:tcPr>
          <w:p w14:paraId="09E3E934" w14:textId="77777777" w:rsidR="0085747A" w:rsidRPr="00F964B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4B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964B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762E4F" w14:textId="3CE02788" w:rsidR="0085747A" w:rsidRPr="00F964B5" w:rsidRDefault="00753D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MK_31</w:t>
            </w:r>
          </w:p>
        </w:tc>
      </w:tr>
      <w:tr w:rsidR="00954009" w:rsidRPr="009C54AE" w14:paraId="727CD450" w14:textId="77777777" w:rsidTr="00F820C2">
        <w:tc>
          <w:tcPr>
            <w:tcW w:w="2694" w:type="dxa"/>
            <w:vAlign w:val="center"/>
          </w:tcPr>
          <w:p w14:paraId="06FD1BB8" w14:textId="77777777" w:rsidR="00954009" w:rsidRPr="00F964B5" w:rsidRDefault="00954009" w:rsidP="0095400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964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371D1A0A" w14:textId="3EDC400F" w:rsidR="00954009" w:rsidRPr="00954009" w:rsidRDefault="00954009" w:rsidP="009540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54009">
              <w:rPr>
                <w:rFonts w:ascii="Corbel" w:hAnsi="Corbel"/>
                <w:b w:val="0"/>
                <w:bCs/>
                <w:sz w:val="24"/>
                <w:szCs w:val="24"/>
              </w:rPr>
              <w:t>Wydział Nauk Społecznych</w:t>
            </w:r>
          </w:p>
        </w:tc>
      </w:tr>
      <w:tr w:rsidR="00954009" w:rsidRPr="009C54AE" w14:paraId="777BB4E3" w14:textId="77777777" w:rsidTr="00F820C2">
        <w:tc>
          <w:tcPr>
            <w:tcW w:w="2694" w:type="dxa"/>
            <w:vAlign w:val="center"/>
          </w:tcPr>
          <w:p w14:paraId="39E9E35E" w14:textId="77777777" w:rsidR="00954009" w:rsidRPr="009C54AE" w:rsidRDefault="00954009" w:rsidP="009540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5CC472F9" w14:textId="6566A74F" w:rsidR="00954009" w:rsidRPr="00954009" w:rsidRDefault="00954009" w:rsidP="009540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54009">
              <w:rPr>
                <w:rFonts w:ascii="Corbel" w:hAnsi="Corbel"/>
                <w:b w:val="0"/>
                <w:bCs/>
                <w:sz w:val="24"/>
                <w:szCs w:val="24"/>
              </w:rPr>
              <w:t>Instytut Nauk o Polityce i Bezpieczeństwie</w:t>
            </w:r>
          </w:p>
        </w:tc>
      </w:tr>
      <w:tr w:rsidR="007348E5" w:rsidRPr="009C54AE" w14:paraId="1CC5A929" w14:textId="77777777" w:rsidTr="4CA1869B">
        <w:tc>
          <w:tcPr>
            <w:tcW w:w="2694" w:type="dxa"/>
            <w:vAlign w:val="center"/>
          </w:tcPr>
          <w:p w14:paraId="5FD76106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B2070F" w14:textId="661DBC89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Stosunki międzynarodowe</w:t>
            </w:r>
          </w:p>
        </w:tc>
      </w:tr>
      <w:tr w:rsidR="007348E5" w:rsidRPr="009C54AE" w14:paraId="05C19E3B" w14:textId="77777777" w:rsidTr="4CA1869B">
        <w:tc>
          <w:tcPr>
            <w:tcW w:w="2694" w:type="dxa"/>
            <w:vAlign w:val="center"/>
          </w:tcPr>
          <w:p w14:paraId="65F75425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640FDE" w14:textId="26CA6CE2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7348E5" w:rsidRPr="009C54AE" w14:paraId="2352FD97" w14:textId="77777777" w:rsidTr="4CA1869B">
        <w:tc>
          <w:tcPr>
            <w:tcW w:w="2694" w:type="dxa"/>
            <w:vAlign w:val="center"/>
          </w:tcPr>
          <w:p w14:paraId="6FDFE418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3E626E" w14:textId="3EBFEBC6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48E5" w:rsidRPr="009C54AE" w14:paraId="613B21CD" w14:textId="77777777" w:rsidTr="4CA1869B">
        <w:tc>
          <w:tcPr>
            <w:tcW w:w="2694" w:type="dxa"/>
            <w:vAlign w:val="center"/>
          </w:tcPr>
          <w:p w14:paraId="41D7456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8F2995" w14:textId="47384CBA" w:rsidR="007348E5" w:rsidRPr="009C54AE" w:rsidRDefault="001B64F7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348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348E5" w:rsidRPr="009C54AE" w14:paraId="20DACC7C" w14:textId="77777777" w:rsidTr="4CA1869B">
        <w:tc>
          <w:tcPr>
            <w:tcW w:w="2694" w:type="dxa"/>
            <w:vAlign w:val="center"/>
          </w:tcPr>
          <w:p w14:paraId="348CAC3C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B84FD1" w14:textId="60EAB75F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6283F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F45E4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348E5" w:rsidRPr="009C54AE" w14:paraId="1F4C43F5" w14:textId="77777777" w:rsidTr="4CA1869B">
        <w:tc>
          <w:tcPr>
            <w:tcW w:w="2694" w:type="dxa"/>
            <w:vAlign w:val="center"/>
          </w:tcPr>
          <w:p w14:paraId="04E3766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433B72" w14:textId="1BDA0467" w:rsidR="007348E5" w:rsidRPr="009C54AE" w:rsidRDefault="00F45E42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7348E5" w:rsidRPr="009C54AE" w14:paraId="523EE3B3" w14:textId="77777777" w:rsidTr="4CA1869B">
        <w:tc>
          <w:tcPr>
            <w:tcW w:w="2694" w:type="dxa"/>
            <w:vAlign w:val="center"/>
          </w:tcPr>
          <w:p w14:paraId="4BD7C2AE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545B4A" w14:textId="5254BA3B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48E5" w:rsidRPr="009C54AE" w14:paraId="492E9661" w14:textId="77777777" w:rsidTr="4CA1869B">
        <w:tc>
          <w:tcPr>
            <w:tcW w:w="2694" w:type="dxa"/>
            <w:vAlign w:val="center"/>
          </w:tcPr>
          <w:p w14:paraId="51B21E3F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3F3705" w14:textId="69E4AF68" w:rsidR="007348E5" w:rsidRPr="009C54AE" w:rsidRDefault="007348E5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332E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3332E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348E5" w:rsidRPr="009C54AE" w14:paraId="5A8C978B" w14:textId="77777777" w:rsidTr="4CA1869B">
        <w:tc>
          <w:tcPr>
            <w:tcW w:w="2694" w:type="dxa"/>
            <w:vAlign w:val="center"/>
          </w:tcPr>
          <w:p w14:paraId="1B4BDFBB" w14:textId="77777777" w:rsidR="007348E5" w:rsidRPr="009C54AE" w:rsidRDefault="007348E5" w:rsidP="007348E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2D044" w14:textId="70D286C5" w:rsidR="007348E5" w:rsidRPr="009C54AE" w:rsidRDefault="003332ED" w:rsidP="007348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Maciej Milczanowski, prof. UR</w:t>
            </w:r>
          </w:p>
        </w:tc>
      </w:tr>
    </w:tbl>
    <w:p w14:paraId="5E9E9D5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06F7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4D503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50AC0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960"/>
        <w:gridCol w:w="732"/>
        <w:gridCol w:w="975"/>
        <w:gridCol w:w="750"/>
        <w:gridCol w:w="855"/>
        <w:gridCol w:w="559"/>
        <w:gridCol w:w="948"/>
        <w:gridCol w:w="1189"/>
        <w:gridCol w:w="1505"/>
      </w:tblGrid>
      <w:tr w:rsidR="00015B8F" w:rsidRPr="009C54AE" w14:paraId="241DE07D" w14:textId="77777777" w:rsidTr="4CA1869B"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A76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809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B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35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C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06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E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81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8D6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40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E6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5C2A9B" w14:textId="77777777" w:rsidTr="4CA1869B">
        <w:trPr>
          <w:trHeight w:val="453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F55" w14:textId="024871BA" w:rsidR="00015B8F" w:rsidRPr="009C54AE" w:rsidRDefault="00753D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5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AEC3" w14:textId="33DE4C9E" w:rsidR="00015B8F" w:rsidRPr="009C54AE" w:rsidRDefault="001B64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45E4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45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D1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5BA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AF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E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17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FB5E" w14:textId="7A742569" w:rsidR="00015B8F" w:rsidRPr="009C54AE" w:rsidRDefault="00F45E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B6CA2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770EB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C334995">
        <w:rPr>
          <w:rFonts w:ascii="Corbel" w:hAnsi="Corbel"/>
          <w:smallCaps w:val="0"/>
        </w:rPr>
        <w:t>1.</w:t>
      </w:r>
      <w:r w:rsidR="00E22FBC" w:rsidRPr="0C334995">
        <w:rPr>
          <w:rFonts w:ascii="Corbel" w:hAnsi="Corbel"/>
          <w:smallCaps w:val="0"/>
        </w:rPr>
        <w:t>2</w:t>
      </w:r>
      <w:r w:rsidR="00F83B28" w:rsidRPr="0C334995">
        <w:rPr>
          <w:rFonts w:ascii="Corbel" w:hAnsi="Corbel"/>
          <w:smallCaps w:val="0"/>
        </w:rPr>
        <w:t>.</w:t>
      </w:r>
      <w:r>
        <w:tab/>
      </w:r>
      <w:r w:rsidRPr="0C334995">
        <w:rPr>
          <w:rFonts w:ascii="Corbel" w:hAnsi="Corbel"/>
          <w:smallCaps w:val="0"/>
        </w:rPr>
        <w:t xml:space="preserve">Sposób realizacji zajęć  </w:t>
      </w:r>
    </w:p>
    <w:p w14:paraId="1CEBA809" w14:textId="5C33CFAE" w:rsidR="0C334995" w:rsidRDefault="0C334995" w:rsidP="0C33499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</w:rPr>
      </w:pPr>
    </w:p>
    <w:p w14:paraId="687C71AC" w14:textId="7DAC554F" w:rsidR="0085747A" w:rsidRPr="009C54AE" w:rsidRDefault="4F66F7C4" w:rsidP="0C33499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C334995">
        <w:rPr>
          <w:rFonts w:ascii="MS Gothic" w:eastAsia="MS Gothic" w:hAnsi="MS Gothic" w:cs="MS Gothic"/>
          <w:b w:val="0"/>
        </w:rPr>
        <w:t xml:space="preserve"> </w:t>
      </w:r>
      <w:r w:rsidR="00F964B5" w:rsidRPr="0C334995">
        <w:rPr>
          <w:rFonts w:ascii="MS Gothic" w:eastAsia="MS Gothic" w:hAnsi="MS Gothic" w:cs="MS Gothic"/>
          <w:b w:val="0"/>
        </w:rPr>
        <w:t>X</w:t>
      </w:r>
      <w:r w:rsidR="0085747A" w:rsidRPr="0C334995">
        <w:rPr>
          <w:rFonts w:ascii="Corbel" w:hAnsi="Corbel"/>
          <w:b w:val="0"/>
          <w:smallCaps w:val="0"/>
        </w:rPr>
        <w:t xml:space="preserve"> zajęcia w formie tradycyjnej </w:t>
      </w:r>
    </w:p>
    <w:p w14:paraId="0921C29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3376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4662FE" w14:textId="1AEF8D58" w:rsidR="00E22FBC" w:rsidRPr="009C54AE" w:rsidRDefault="00E22FBC" w:rsidP="7D121A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D121A62">
        <w:rPr>
          <w:rFonts w:ascii="Corbel" w:hAnsi="Corbel"/>
          <w:smallCaps w:val="0"/>
        </w:rPr>
        <w:t xml:space="preserve">1.3 </w:t>
      </w:r>
      <w:r>
        <w:tab/>
      </w:r>
      <w:r w:rsidRPr="7D121A62">
        <w:rPr>
          <w:rFonts w:ascii="Corbel" w:hAnsi="Corbel"/>
          <w:smallCaps w:val="0"/>
        </w:rPr>
        <w:t>For</w:t>
      </w:r>
      <w:r w:rsidR="00445970" w:rsidRPr="7D121A62">
        <w:rPr>
          <w:rFonts w:ascii="Corbel" w:hAnsi="Corbel"/>
          <w:smallCaps w:val="0"/>
        </w:rPr>
        <w:t xml:space="preserve">ma zaliczenia przedmiotu </w:t>
      </w:r>
      <w:r w:rsidRPr="7D121A62">
        <w:rPr>
          <w:rFonts w:ascii="Corbel" w:hAnsi="Corbel"/>
          <w:smallCaps w:val="0"/>
        </w:rPr>
        <w:t xml:space="preserve">(z toku) </w:t>
      </w:r>
      <w:r w:rsidRPr="7D121A62">
        <w:rPr>
          <w:rFonts w:ascii="Corbel" w:hAnsi="Corbel"/>
          <w:b w:val="0"/>
          <w:smallCaps w:val="0"/>
        </w:rPr>
        <w:t>(egzamin, zaliczenie z oceną, zaliczenie bez oceny)</w:t>
      </w:r>
    </w:p>
    <w:p w14:paraId="3B506FE2" w14:textId="3860E9C0" w:rsidR="009C54AE" w:rsidRDefault="00F964B5" w:rsidP="00F964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7E1012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5022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4CA1869B">
        <w:rPr>
          <w:rFonts w:ascii="Corbel" w:hAnsi="Corbel"/>
        </w:rPr>
        <w:t xml:space="preserve">2.Wymagania wstępne </w:t>
      </w:r>
    </w:p>
    <w:p w14:paraId="481B1940" w14:textId="4322F869" w:rsidR="4CA1869B" w:rsidRDefault="4CA1869B" w:rsidP="4CA1869B">
      <w:pPr>
        <w:pStyle w:val="Punktygwne"/>
        <w:spacing w:before="0" w:after="0"/>
        <w:rPr>
          <w:rFonts w:ascii="Corbel" w:hAnsi="Corbe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C6FF1D" w14:textId="77777777" w:rsidTr="4CA1869B">
        <w:tc>
          <w:tcPr>
            <w:tcW w:w="9670" w:type="dxa"/>
          </w:tcPr>
          <w:p w14:paraId="3EB4AFBF" w14:textId="68A40E2E" w:rsidR="0085747A" w:rsidRPr="009C54AE" w:rsidRDefault="00F964B5" w:rsidP="4CA186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4CA1869B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stosunki polityczne</w:t>
            </w:r>
          </w:p>
        </w:tc>
      </w:tr>
    </w:tbl>
    <w:p w14:paraId="5135D56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47958D" w14:textId="4B37C5F3" w:rsidR="0085747A" w:rsidRPr="00C05F44" w:rsidRDefault="0071620A" w:rsidP="7D121A62">
      <w:pPr>
        <w:pStyle w:val="Punktygwne"/>
        <w:spacing w:before="0" w:after="0"/>
        <w:rPr>
          <w:rFonts w:ascii="Corbel" w:hAnsi="Corbel"/>
        </w:rPr>
      </w:pPr>
      <w:r w:rsidRPr="7D121A62">
        <w:rPr>
          <w:rFonts w:ascii="Corbel" w:hAnsi="Corbel"/>
        </w:rPr>
        <w:t>3.</w:t>
      </w:r>
      <w:r w:rsidR="0085747A" w:rsidRPr="7D121A62">
        <w:rPr>
          <w:rFonts w:ascii="Corbel" w:hAnsi="Corbel"/>
        </w:rPr>
        <w:t xml:space="preserve"> </w:t>
      </w:r>
      <w:r w:rsidR="00A84C85" w:rsidRPr="7D121A62">
        <w:rPr>
          <w:rFonts w:ascii="Corbel" w:hAnsi="Corbel"/>
        </w:rPr>
        <w:t>cele, efekty uczenia się</w:t>
      </w:r>
      <w:r w:rsidR="0085747A" w:rsidRPr="7D121A62">
        <w:rPr>
          <w:rFonts w:ascii="Corbel" w:hAnsi="Corbel"/>
        </w:rPr>
        <w:t>, treści Programowe i stosowane metody Dydaktyczne</w:t>
      </w:r>
    </w:p>
    <w:p w14:paraId="6A40F5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0D667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2122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390E19" w14:textId="77777777" w:rsidTr="00923D7D">
        <w:tc>
          <w:tcPr>
            <w:tcW w:w="851" w:type="dxa"/>
            <w:vAlign w:val="center"/>
          </w:tcPr>
          <w:p w14:paraId="7C24FEE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52DEC6" w14:textId="7E1E62A3" w:rsidR="0085747A" w:rsidRPr="009C54AE" w:rsidRDefault="00F964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Orientacja w systemach militarnych kluczowych państw dla świata i istotnych dla bezpieczeństwa RP</w:t>
            </w:r>
          </w:p>
        </w:tc>
      </w:tr>
      <w:tr w:rsidR="0085747A" w:rsidRPr="009C54AE" w14:paraId="26CFEE27" w14:textId="77777777" w:rsidTr="00923D7D">
        <w:tc>
          <w:tcPr>
            <w:tcW w:w="851" w:type="dxa"/>
            <w:vAlign w:val="center"/>
          </w:tcPr>
          <w:p w14:paraId="17DEA974" w14:textId="4223D17C" w:rsidR="0085747A" w:rsidRPr="009C54AE" w:rsidRDefault="00F964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178ED9" w14:textId="398224FA" w:rsidR="0085747A" w:rsidRPr="009C54AE" w:rsidRDefault="00F964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Znajomość form relacji międzypaństwowych na poziomie militarnym</w:t>
            </w:r>
          </w:p>
        </w:tc>
      </w:tr>
      <w:tr w:rsidR="0085747A" w:rsidRPr="009C54AE" w14:paraId="2A382152" w14:textId="77777777" w:rsidTr="00923D7D">
        <w:tc>
          <w:tcPr>
            <w:tcW w:w="851" w:type="dxa"/>
            <w:vAlign w:val="center"/>
          </w:tcPr>
          <w:p w14:paraId="11F02769" w14:textId="0D88082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64B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24A76F" w14:textId="3A6DC9E8" w:rsidR="0085747A" w:rsidRPr="009C54AE" w:rsidRDefault="00F964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Znajomość metod organizacji i prowadzenia międzynarodowych operacji zbrojnych</w:t>
            </w:r>
          </w:p>
        </w:tc>
      </w:tr>
    </w:tbl>
    <w:p w14:paraId="46631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70B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3C5F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6260"/>
        <w:gridCol w:w="1865"/>
      </w:tblGrid>
      <w:tr w:rsidR="0085747A" w:rsidRPr="009C54AE" w14:paraId="14DAA9DA" w14:textId="77777777" w:rsidTr="151DDA2E">
        <w:tc>
          <w:tcPr>
            <w:tcW w:w="1395" w:type="dxa"/>
            <w:vAlign w:val="center"/>
          </w:tcPr>
          <w:p w14:paraId="53985CCE" w14:textId="79F7E38D" w:rsidR="0085747A" w:rsidRPr="009C54AE" w:rsidRDefault="0085747A" w:rsidP="151DDA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51DDA2E">
              <w:rPr>
                <w:rFonts w:ascii="Corbel" w:hAnsi="Corbel"/>
                <w:smallCaps w:val="0"/>
              </w:rPr>
              <w:t>EK</w:t>
            </w:r>
            <w:r w:rsidR="00A84C85" w:rsidRPr="151DDA2E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152C8F35" w14:textId="6CFA7520" w:rsidR="0085747A" w:rsidRPr="009C54AE" w:rsidRDefault="00A84C85" w:rsidP="151DDA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51DDA2E">
              <w:rPr>
                <w:rFonts w:ascii="Corbel" w:hAnsi="Corbel"/>
                <w:b w:val="0"/>
                <w:smallCaps w:val="0"/>
              </w:rPr>
              <w:t>(</w:t>
            </w:r>
            <w:r w:rsidR="00C05F44" w:rsidRPr="151DDA2E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51DDA2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260" w:type="dxa"/>
            <w:vAlign w:val="center"/>
          </w:tcPr>
          <w:p w14:paraId="697EAC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A06F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DBFB3AC" w14:textId="77777777" w:rsidTr="151DDA2E">
        <w:tc>
          <w:tcPr>
            <w:tcW w:w="1395" w:type="dxa"/>
          </w:tcPr>
          <w:p w14:paraId="23B2D19C" w14:textId="485F822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6D8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60" w:type="dxa"/>
          </w:tcPr>
          <w:p w14:paraId="1E20171B" w14:textId="38B06DE8" w:rsidR="0085747A" w:rsidRPr="009C54AE" w:rsidRDefault="005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81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teorie dotyczące </w:t>
            </w:r>
            <w:r w:rsidR="0028579C">
              <w:rPr>
                <w:rFonts w:ascii="Corbel" w:hAnsi="Corbel"/>
                <w:b w:val="0"/>
                <w:smallCaps w:val="0"/>
                <w:szCs w:val="24"/>
              </w:rPr>
              <w:t>roli wojska w państwie oraz jego znaczenia dla</w:t>
            </w:r>
            <w:r w:rsidRPr="005F6D81">
              <w:rPr>
                <w:rFonts w:ascii="Corbel" w:hAnsi="Corbel"/>
                <w:b w:val="0"/>
                <w:smallCaps w:val="0"/>
                <w:szCs w:val="24"/>
              </w:rPr>
              <w:t xml:space="preserve"> polityki</w:t>
            </w:r>
            <w:r w:rsidR="0028579C">
              <w:rPr>
                <w:rFonts w:ascii="Corbel" w:hAnsi="Corbel"/>
                <w:b w:val="0"/>
                <w:smallCaps w:val="0"/>
                <w:szCs w:val="24"/>
              </w:rPr>
              <w:t xml:space="preserve"> międzynarodowej.</w:t>
            </w:r>
          </w:p>
        </w:tc>
        <w:tc>
          <w:tcPr>
            <w:tcW w:w="1865" w:type="dxa"/>
          </w:tcPr>
          <w:p w14:paraId="50231A95" w14:textId="03ABBC14" w:rsidR="0085747A" w:rsidRPr="009C54AE" w:rsidRDefault="005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4BA93C0C" w14:textId="77777777" w:rsidTr="151DDA2E">
        <w:tc>
          <w:tcPr>
            <w:tcW w:w="1395" w:type="dxa"/>
          </w:tcPr>
          <w:p w14:paraId="6E5CBC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60" w:type="dxa"/>
          </w:tcPr>
          <w:p w14:paraId="76C207E9" w14:textId="6D91B86D" w:rsidR="0085747A" w:rsidRPr="009C54AE" w:rsidRDefault="005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81">
              <w:rPr>
                <w:rFonts w:ascii="Corbel" w:hAnsi="Corbel"/>
                <w:b w:val="0"/>
                <w:smallCaps w:val="0"/>
                <w:szCs w:val="24"/>
              </w:rPr>
              <w:t>korzystać z technik informacyjno-komunikacyjnych w</w:t>
            </w:r>
            <w:r w:rsidR="0028579C">
              <w:rPr>
                <w:rFonts w:ascii="Corbel" w:hAnsi="Corbel"/>
                <w:b w:val="0"/>
                <w:smallCaps w:val="0"/>
                <w:szCs w:val="24"/>
              </w:rPr>
              <w:t xml:space="preserve"> zakresie dotyczącym funkcjonowania i współpracy wojskowej.</w:t>
            </w:r>
          </w:p>
        </w:tc>
        <w:tc>
          <w:tcPr>
            <w:tcW w:w="1865" w:type="dxa"/>
          </w:tcPr>
          <w:p w14:paraId="0CB660B8" w14:textId="227FD194" w:rsidR="0085747A" w:rsidRPr="009C54AE" w:rsidRDefault="005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9C54AE" w14:paraId="194B8EA8" w14:textId="77777777" w:rsidTr="151DDA2E">
        <w:tc>
          <w:tcPr>
            <w:tcW w:w="1395" w:type="dxa"/>
          </w:tcPr>
          <w:p w14:paraId="367183F5" w14:textId="01EFAA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F6D8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60" w:type="dxa"/>
          </w:tcPr>
          <w:p w14:paraId="3BE0218D" w14:textId="4BBEB79A" w:rsidR="0085747A" w:rsidRPr="009C54AE" w:rsidRDefault="005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6D81">
              <w:rPr>
                <w:rFonts w:ascii="Corbel" w:hAnsi="Corbel"/>
                <w:b w:val="0"/>
                <w:smallCaps w:val="0"/>
                <w:szCs w:val="24"/>
              </w:rPr>
              <w:t>analizować treści przekazu medialnego</w:t>
            </w:r>
            <w:r w:rsidR="0028579C">
              <w:rPr>
                <w:rFonts w:ascii="Corbel" w:hAnsi="Corbel"/>
                <w:b w:val="0"/>
                <w:smallCaps w:val="0"/>
                <w:szCs w:val="24"/>
              </w:rPr>
              <w:t xml:space="preserve"> na tematy związane z </w:t>
            </w:r>
            <w:r w:rsidR="00272726">
              <w:rPr>
                <w:rFonts w:ascii="Corbel" w:hAnsi="Corbel"/>
                <w:b w:val="0"/>
                <w:smallCaps w:val="0"/>
                <w:szCs w:val="24"/>
              </w:rPr>
              <w:t>zadaniami i funkcją wojska.</w:t>
            </w:r>
          </w:p>
        </w:tc>
        <w:tc>
          <w:tcPr>
            <w:tcW w:w="1865" w:type="dxa"/>
          </w:tcPr>
          <w:p w14:paraId="2073E602" w14:textId="5ADEC50A" w:rsidR="0085747A" w:rsidRPr="009C54AE" w:rsidRDefault="005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</w:tbl>
    <w:p w14:paraId="02AC71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96130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7D121A62">
        <w:rPr>
          <w:rFonts w:ascii="Corbel" w:hAnsi="Corbel"/>
          <w:b/>
          <w:bCs/>
          <w:sz w:val="24"/>
          <w:szCs w:val="24"/>
        </w:rPr>
        <w:t>3.3</w:t>
      </w:r>
      <w:r w:rsidR="001D7B54" w:rsidRPr="7D121A62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7D121A62">
        <w:rPr>
          <w:rFonts w:ascii="Corbel" w:hAnsi="Corbel"/>
          <w:b/>
          <w:bCs/>
          <w:sz w:val="24"/>
          <w:szCs w:val="24"/>
        </w:rPr>
        <w:t>T</w:t>
      </w:r>
      <w:r w:rsidR="001D7B54" w:rsidRPr="7D121A62">
        <w:rPr>
          <w:rFonts w:ascii="Corbel" w:hAnsi="Corbel"/>
          <w:b/>
          <w:bCs/>
          <w:sz w:val="24"/>
          <w:szCs w:val="24"/>
        </w:rPr>
        <w:t xml:space="preserve">reści programowe </w:t>
      </w:r>
      <w:r w:rsidR="007327BD" w:rsidRPr="7D121A62">
        <w:rPr>
          <w:rFonts w:ascii="Corbel" w:hAnsi="Corbel"/>
          <w:sz w:val="24"/>
          <w:szCs w:val="24"/>
        </w:rPr>
        <w:t xml:space="preserve">  </w:t>
      </w:r>
    </w:p>
    <w:p w14:paraId="2B7A7466" w14:textId="44D17AF1" w:rsidR="0085747A" w:rsidRPr="005F6D81" w:rsidRDefault="0085747A" w:rsidP="00235D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6D81">
        <w:rPr>
          <w:rFonts w:ascii="Corbel" w:hAnsi="Corbel"/>
          <w:sz w:val="24"/>
          <w:szCs w:val="24"/>
        </w:rPr>
        <w:t xml:space="preserve">Problematyka ćwiczeń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42509B" w14:textId="77777777" w:rsidTr="7D121A62">
        <w:tc>
          <w:tcPr>
            <w:tcW w:w="9520" w:type="dxa"/>
          </w:tcPr>
          <w:p w14:paraId="13D0470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6D81" w:rsidRPr="009C54AE" w14:paraId="42F2216C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B9C9" w14:textId="441D6CEB" w:rsidR="005F6D81" w:rsidRPr="009C54AE" w:rsidRDefault="28100A12" w:rsidP="4CA186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CA1869B">
              <w:rPr>
                <w:rFonts w:ascii="Corbel" w:hAnsi="Corbel"/>
                <w:sz w:val="24"/>
                <w:szCs w:val="24"/>
              </w:rPr>
              <w:t>Wprowadzenie, główne pojęcia</w:t>
            </w:r>
            <w:r w:rsidR="308F9B78" w:rsidRPr="4CA1869B">
              <w:rPr>
                <w:rFonts w:ascii="Corbel" w:hAnsi="Corbel"/>
                <w:sz w:val="24"/>
                <w:szCs w:val="24"/>
              </w:rPr>
              <w:t>, umiejscowienie stosunków militarnych w stosunkach międzynarodowych</w:t>
            </w:r>
          </w:p>
        </w:tc>
      </w:tr>
      <w:tr w:rsidR="005F6D81" w:rsidRPr="009C54AE" w14:paraId="335150C2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F80F" w14:textId="30417D58" w:rsidR="005F6D81" w:rsidRPr="009C54AE" w:rsidRDefault="00CF5A66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Pojęcia wojny i pokoju, siły i odstraszania. </w:t>
            </w:r>
          </w:p>
        </w:tc>
      </w:tr>
      <w:tr w:rsidR="005F6D81" w:rsidRPr="009C54AE" w14:paraId="35B39C0E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FF3D" w14:textId="4D1CB2E7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</w:t>
            </w:r>
            <w:r w:rsidR="00CF5A66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strategia wojskowa</w:t>
            </w:r>
            <w:r w:rsidR="00CF5A66">
              <w:rPr>
                <w:rFonts w:ascii="Corbel" w:hAnsi="Corbel"/>
                <w:sz w:val="24"/>
                <w:szCs w:val="24"/>
              </w:rPr>
              <w:t>, głębia strategiczna – wymiar militarny</w:t>
            </w:r>
          </w:p>
        </w:tc>
      </w:tr>
      <w:tr w:rsidR="005F6D81" w:rsidRPr="009C54AE" w14:paraId="284A3959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B338" w14:textId="472F5733" w:rsidR="005F6D81" w:rsidRPr="009C54AE" w:rsidRDefault="002669B6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Ewolucja Sił Zbrojnych</w:t>
            </w:r>
          </w:p>
        </w:tc>
      </w:tr>
      <w:tr w:rsidR="00830D15" w:rsidRPr="009C54AE" w14:paraId="048D6901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F1D6" w14:textId="64690AB8" w:rsidR="00830D15" w:rsidRDefault="00830D15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RMA – rewolucja w sprawach wojskowych</w:t>
            </w:r>
          </w:p>
        </w:tc>
      </w:tr>
      <w:tr w:rsidR="005F6D81" w:rsidRPr="009C54AE" w14:paraId="46D4370D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C22E" w14:textId="2D8F7C1F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Współpraca międzynarodowa na poziomie militarnym </w:t>
            </w:r>
          </w:p>
        </w:tc>
      </w:tr>
      <w:tr w:rsidR="0028579C" w:rsidRPr="009C54AE" w14:paraId="29C60F5A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6E1D" w14:textId="46D56673" w:rsidR="0028579C" w:rsidRDefault="0028579C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dowództw NATO</w:t>
            </w:r>
          </w:p>
        </w:tc>
      </w:tr>
      <w:tr w:rsidR="005F6D81" w:rsidRPr="009C54AE" w14:paraId="74E7C6C4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CD7B" w14:textId="1787B554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Porozumienia międzynarodowe – poziom militarny</w:t>
            </w:r>
          </w:p>
        </w:tc>
      </w:tr>
      <w:tr w:rsidR="005F6D81" w:rsidRPr="009C54AE" w14:paraId="61E6616E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A4C" w14:textId="7866A9A5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ćwiczenia wojskowe NATO</w:t>
            </w:r>
          </w:p>
        </w:tc>
      </w:tr>
      <w:tr w:rsidR="005F6D81" w:rsidRPr="009C54AE" w14:paraId="2423FACC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A17C" w14:textId="6CFF45A3" w:rsidR="005F6D81" w:rsidRPr="005F6D81" w:rsidRDefault="005F6D81" w:rsidP="005F6D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misje wojskowe ONZ</w:t>
            </w:r>
          </w:p>
        </w:tc>
      </w:tr>
      <w:tr w:rsidR="005F6D81" w:rsidRPr="009C54AE" w14:paraId="6148A958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3B67" w14:textId="52AEB0EF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operacje wojskowe</w:t>
            </w:r>
            <w:r w:rsidR="00272726">
              <w:rPr>
                <w:rFonts w:ascii="Corbel" w:hAnsi="Corbel"/>
                <w:sz w:val="24"/>
                <w:szCs w:val="24"/>
              </w:rPr>
              <w:t xml:space="preserve"> UE i</w:t>
            </w:r>
            <w:r>
              <w:rPr>
                <w:rFonts w:ascii="Corbel" w:hAnsi="Corbel"/>
                <w:sz w:val="24"/>
                <w:szCs w:val="24"/>
              </w:rPr>
              <w:t xml:space="preserve"> NATO</w:t>
            </w:r>
          </w:p>
        </w:tc>
      </w:tr>
      <w:tr w:rsidR="005F6D81" w:rsidRPr="009C54AE" w14:paraId="7277A273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8763" w14:textId="0108E582" w:rsidR="005F6D81" w:rsidRPr="009C54AE" w:rsidRDefault="005F6D81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operacje wojskowe w Iraku i Afganistanie</w:t>
            </w:r>
          </w:p>
        </w:tc>
      </w:tr>
      <w:tr w:rsidR="005F6D81" w:rsidRPr="009C54AE" w14:paraId="010DE03B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0C89" w14:textId="4CDC09B3" w:rsidR="005F6D81" w:rsidRPr="009C54AE" w:rsidRDefault="00272726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tajemnicy wojskowej w relacjach militarnych (w tym sojuszniczych)</w:t>
            </w:r>
          </w:p>
        </w:tc>
      </w:tr>
      <w:tr w:rsidR="005F6D81" w:rsidRPr="009C54AE" w14:paraId="551491B7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DFAC" w14:textId="3E9EB1C8" w:rsidR="005F6D81" w:rsidRPr="009C54AE" w:rsidRDefault="00272726" w:rsidP="005F6D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Nowoczesny wyścig zbrojeń w XXI wieku</w:t>
            </w:r>
          </w:p>
        </w:tc>
      </w:tr>
      <w:tr w:rsidR="005F6D81" w:rsidRPr="009C54AE" w14:paraId="20A017ED" w14:textId="77777777" w:rsidTr="7D121A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02B8" w14:textId="00D2B816" w:rsidR="005F6D81" w:rsidRPr="009C54AE" w:rsidRDefault="00830D15" w:rsidP="7D121A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D121A62">
              <w:rPr>
                <w:rFonts w:ascii="Corbel" w:hAnsi="Corbel"/>
                <w:sz w:val="24"/>
                <w:szCs w:val="24"/>
              </w:rPr>
              <w:t>Przemysł zbrojeniowy oraz międzynarodowy h</w:t>
            </w:r>
            <w:r w:rsidR="00272726" w:rsidRPr="7D121A62">
              <w:rPr>
                <w:rFonts w:ascii="Corbel" w:hAnsi="Corbel"/>
                <w:sz w:val="24"/>
                <w:szCs w:val="24"/>
              </w:rPr>
              <w:t>andel bronią i uzbrojeniem</w:t>
            </w:r>
            <w:r w:rsidRPr="7D121A62">
              <w:rPr>
                <w:rFonts w:ascii="Corbel" w:hAnsi="Corbel"/>
                <w:sz w:val="24"/>
                <w:szCs w:val="24"/>
              </w:rPr>
              <w:t xml:space="preserve"> wobec kwestii budowy potencjału obronnego i kolektywnego państw.</w:t>
            </w:r>
          </w:p>
        </w:tc>
      </w:tr>
    </w:tbl>
    <w:p w14:paraId="312F5E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207DC" w14:textId="533D6245" w:rsidR="151DDA2E" w:rsidRDefault="151DDA2E" w:rsidP="151DDA2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p w14:paraId="0137838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D4F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21A1D" w14:textId="096A6891" w:rsidR="0085747A" w:rsidRPr="00F1774C" w:rsidRDefault="00272726" w:rsidP="4CA1869B">
      <w:pPr>
        <w:pStyle w:val="Punktygwne"/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  <w:r w:rsidRPr="4CA1869B">
        <w:rPr>
          <w:rFonts w:ascii="Corbel" w:hAnsi="Corbel"/>
          <w:b w:val="0"/>
          <w:smallCaps w:val="0"/>
        </w:rPr>
        <w:lastRenderedPageBreak/>
        <w:t xml:space="preserve">Ćwiczenia z pokazem multimedialnym i </w:t>
      </w:r>
      <w:r w:rsidR="7A90DE8D" w:rsidRPr="4CA1869B">
        <w:rPr>
          <w:rFonts w:ascii="Corbel" w:hAnsi="Corbel"/>
          <w:b w:val="0"/>
          <w:smallCaps w:val="0"/>
        </w:rPr>
        <w:t>dyskusją</w:t>
      </w:r>
      <w:r w:rsidRPr="4CA1869B">
        <w:rPr>
          <w:rFonts w:ascii="Corbel" w:hAnsi="Corbel"/>
          <w:b w:val="0"/>
          <w:smallCaps w:val="0"/>
        </w:rPr>
        <w:t xml:space="preserve">, Case </w:t>
      </w:r>
      <w:proofErr w:type="spellStart"/>
      <w:r w:rsidRPr="4CA1869B">
        <w:rPr>
          <w:rFonts w:ascii="Corbel" w:hAnsi="Corbel"/>
          <w:b w:val="0"/>
          <w:smallCaps w:val="0"/>
        </w:rPr>
        <w:t>study</w:t>
      </w:r>
      <w:proofErr w:type="spellEnd"/>
      <w:r w:rsidRPr="4CA1869B">
        <w:rPr>
          <w:rFonts w:ascii="Corbel" w:hAnsi="Corbel"/>
          <w:b w:val="0"/>
          <w:smallCaps w:val="0"/>
        </w:rPr>
        <w:t xml:space="preserve">, opracowanie referatów i dyskusja, prezentacja filmu z </w:t>
      </w:r>
      <w:r w:rsidR="27E0B7A1" w:rsidRPr="4CA1869B">
        <w:rPr>
          <w:rFonts w:ascii="Corbel" w:hAnsi="Corbel"/>
          <w:b w:val="0"/>
          <w:smallCaps w:val="0"/>
        </w:rPr>
        <w:t>dyskusją</w:t>
      </w:r>
      <w:r w:rsidRPr="4CA1869B">
        <w:rPr>
          <w:rFonts w:ascii="Corbel" w:hAnsi="Corbel"/>
          <w:b w:val="0"/>
          <w:smallCaps w:val="0"/>
        </w:rPr>
        <w:t xml:space="preserve">. </w:t>
      </w:r>
    </w:p>
    <w:p w14:paraId="64F0AC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833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BF4C1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BE887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8517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795A9E3" w14:textId="77777777" w:rsidTr="00C05F44">
        <w:tc>
          <w:tcPr>
            <w:tcW w:w="1985" w:type="dxa"/>
            <w:vAlign w:val="center"/>
          </w:tcPr>
          <w:p w14:paraId="73DA58B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8ACD4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F22A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601C8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32AF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72726" w14:paraId="29C9F338" w14:textId="77777777" w:rsidTr="00C05F44">
        <w:tc>
          <w:tcPr>
            <w:tcW w:w="1985" w:type="dxa"/>
          </w:tcPr>
          <w:p w14:paraId="43A35FC7" w14:textId="77777777" w:rsidR="0085747A" w:rsidRPr="002727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7272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7272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9E27F0" w14:textId="5BD4F425" w:rsidR="0085747A" w:rsidRPr="00CF2689" w:rsidRDefault="00272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268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76F0970" w14:textId="0991E70A" w:rsidR="0085747A" w:rsidRPr="00272726" w:rsidRDefault="00272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272726" w14:paraId="60B4E279" w14:textId="77777777" w:rsidTr="00C05F44">
        <w:tc>
          <w:tcPr>
            <w:tcW w:w="1985" w:type="dxa"/>
          </w:tcPr>
          <w:p w14:paraId="4384638A" w14:textId="77777777" w:rsidR="0085747A" w:rsidRPr="002727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7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EB87D0" w14:textId="455E339C" w:rsidR="0085747A" w:rsidRPr="00272726" w:rsidRDefault="00272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Opracowanie referatu i jego prezentacja</w:t>
            </w:r>
          </w:p>
        </w:tc>
        <w:tc>
          <w:tcPr>
            <w:tcW w:w="2126" w:type="dxa"/>
          </w:tcPr>
          <w:p w14:paraId="0EC618DF" w14:textId="2BEC6017" w:rsidR="0085747A" w:rsidRPr="00272726" w:rsidRDefault="00CF26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F2689" w:rsidRPr="00272726" w14:paraId="60341823" w14:textId="77777777" w:rsidTr="00C05F44">
        <w:tc>
          <w:tcPr>
            <w:tcW w:w="1985" w:type="dxa"/>
          </w:tcPr>
          <w:p w14:paraId="1278FA10" w14:textId="405991B7" w:rsidR="00272726" w:rsidRPr="00272726" w:rsidRDefault="0027272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272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1DFB9F" w14:textId="0C01CE54" w:rsidR="00CF2689" w:rsidRPr="00272726" w:rsidRDefault="00272726" w:rsidP="00CF26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</w:t>
            </w:r>
            <w:r w:rsidR="00CF2689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074AEB5E" w14:textId="77249559" w:rsidR="00272726" w:rsidRPr="00272726" w:rsidRDefault="00CF26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661366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06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600347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26C6E" w14:textId="77777777" w:rsidTr="00923D7D">
        <w:tc>
          <w:tcPr>
            <w:tcW w:w="9670" w:type="dxa"/>
          </w:tcPr>
          <w:p w14:paraId="40EA50CA" w14:textId="0AB8C313" w:rsidR="0085747A" w:rsidRDefault="00CF2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składają się trzy elementy:</w:t>
            </w:r>
          </w:p>
          <w:p w14:paraId="70769AC5" w14:textId="709DE5B7" w:rsidR="00CF2689" w:rsidRDefault="00CF2689" w:rsidP="00CF268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(minimum 50% punktów z odpowiedzi)</w:t>
            </w:r>
          </w:p>
          <w:p w14:paraId="74829EE1" w14:textId="533A8732" w:rsidR="00CF2689" w:rsidRDefault="00CF2689" w:rsidP="00CF268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i prezentacja problemowego referatu</w:t>
            </w:r>
          </w:p>
          <w:p w14:paraId="03AAA32B" w14:textId="59BAAC33" w:rsidR="0085747A" w:rsidRPr="00830D15" w:rsidRDefault="00CF2689" w:rsidP="00830D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Udział w dyskusji podczas zajęć</w:t>
            </w:r>
          </w:p>
        </w:tc>
      </w:tr>
    </w:tbl>
    <w:p w14:paraId="4346A0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A7DA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03D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0"/>
        <w:gridCol w:w="3700"/>
      </w:tblGrid>
      <w:tr w:rsidR="0085747A" w:rsidRPr="009C54AE" w14:paraId="55CAF85C" w14:textId="77777777" w:rsidTr="4CA1869B">
        <w:tc>
          <w:tcPr>
            <w:tcW w:w="5820" w:type="dxa"/>
            <w:vAlign w:val="center"/>
          </w:tcPr>
          <w:p w14:paraId="1A26F4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700" w:type="dxa"/>
            <w:vAlign w:val="center"/>
          </w:tcPr>
          <w:p w14:paraId="63808D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B334487" w14:textId="77777777" w:rsidTr="4CA1869B">
        <w:tc>
          <w:tcPr>
            <w:tcW w:w="5820" w:type="dxa"/>
          </w:tcPr>
          <w:p w14:paraId="66A6B3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700" w:type="dxa"/>
          </w:tcPr>
          <w:p w14:paraId="24487813" w14:textId="6FF94218" w:rsidR="0085747A" w:rsidRPr="009C54AE" w:rsidRDefault="001B64F7" w:rsidP="4CA18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CA1869B">
              <w:rPr>
                <w:rFonts w:ascii="Corbel" w:hAnsi="Corbel"/>
                <w:sz w:val="24"/>
                <w:szCs w:val="24"/>
              </w:rPr>
              <w:t>2</w:t>
            </w:r>
            <w:r w:rsidR="3959F1B7" w:rsidRPr="4CA1869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8E0F230" w14:textId="77777777" w:rsidTr="4CA1869B">
        <w:tc>
          <w:tcPr>
            <w:tcW w:w="5820" w:type="dxa"/>
          </w:tcPr>
          <w:p w14:paraId="48D89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362D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700" w:type="dxa"/>
          </w:tcPr>
          <w:p w14:paraId="116E207C" w14:textId="5BA7155A" w:rsidR="00C61DC5" w:rsidRPr="009C54AE" w:rsidRDefault="3959F1B7" w:rsidP="4CA18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CA1869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8525470" w14:textId="77777777" w:rsidTr="4CA1869B">
        <w:tc>
          <w:tcPr>
            <w:tcW w:w="5820" w:type="dxa"/>
          </w:tcPr>
          <w:p w14:paraId="78B7FDA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8B67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700" w:type="dxa"/>
          </w:tcPr>
          <w:p w14:paraId="1020E087" w14:textId="15A37492" w:rsidR="00C61DC5" w:rsidRPr="009C54AE" w:rsidRDefault="001B64F7" w:rsidP="4CA18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CA1869B">
              <w:rPr>
                <w:rFonts w:ascii="Corbel" w:hAnsi="Corbel"/>
                <w:sz w:val="24"/>
                <w:szCs w:val="24"/>
              </w:rPr>
              <w:t>2</w:t>
            </w:r>
            <w:r w:rsidR="3959F1B7" w:rsidRPr="4CA1869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54C6C37" w14:textId="77777777" w:rsidTr="4CA1869B">
        <w:tc>
          <w:tcPr>
            <w:tcW w:w="5820" w:type="dxa"/>
          </w:tcPr>
          <w:p w14:paraId="697E2B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00" w:type="dxa"/>
          </w:tcPr>
          <w:p w14:paraId="286211AA" w14:textId="26B634E4" w:rsidR="0085747A" w:rsidRPr="009C54AE" w:rsidRDefault="3959F1B7" w:rsidP="4CA18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CA1869B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E290F82" w14:textId="77777777" w:rsidTr="4CA1869B">
        <w:tc>
          <w:tcPr>
            <w:tcW w:w="5820" w:type="dxa"/>
          </w:tcPr>
          <w:p w14:paraId="6FE062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00" w:type="dxa"/>
          </w:tcPr>
          <w:p w14:paraId="0E2CF7BF" w14:textId="3717DB08" w:rsidR="0085747A" w:rsidRPr="009C54AE" w:rsidRDefault="3959F1B7" w:rsidP="4CA18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CA1869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44E61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CB1F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850D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5F0D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6E5FD8" w14:textId="77777777" w:rsidTr="0C334995">
        <w:trPr>
          <w:trHeight w:val="397"/>
        </w:trPr>
        <w:tc>
          <w:tcPr>
            <w:tcW w:w="3544" w:type="dxa"/>
          </w:tcPr>
          <w:p w14:paraId="418BD6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B2763A" w14:textId="7AA52A73" w:rsidR="0085747A" w:rsidRPr="009C54AE" w:rsidRDefault="5E47019A" w:rsidP="7D121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D121A62">
              <w:rPr>
                <w:rFonts w:ascii="Corbel" w:hAnsi="Corbel"/>
                <w:b w:val="0"/>
                <w:smallCaps w:val="0"/>
                <w:color w:val="000000" w:themeColor="text1"/>
              </w:rPr>
              <w:t>Nie dotyczy</w:t>
            </w:r>
          </w:p>
        </w:tc>
      </w:tr>
      <w:tr w:rsidR="0085747A" w:rsidRPr="009C54AE" w14:paraId="1844679E" w14:textId="77777777" w:rsidTr="0C334995">
        <w:trPr>
          <w:trHeight w:val="397"/>
        </w:trPr>
        <w:tc>
          <w:tcPr>
            <w:tcW w:w="3544" w:type="dxa"/>
          </w:tcPr>
          <w:p w14:paraId="065FB3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87E40C" w14:textId="0D6206A5" w:rsidR="0085747A" w:rsidRPr="009C54AE" w:rsidRDefault="754361D7" w:rsidP="7D121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D121A62">
              <w:rPr>
                <w:rFonts w:ascii="Corbel" w:hAnsi="Corbel"/>
                <w:b w:val="0"/>
                <w:smallCaps w:val="0"/>
              </w:rPr>
              <w:t>Nie dotyczy</w:t>
            </w:r>
          </w:p>
        </w:tc>
      </w:tr>
    </w:tbl>
    <w:p w14:paraId="1347E84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A06283" w14:textId="5DD54F7B" w:rsidR="0C334995" w:rsidRDefault="0C334995" w:rsidP="0C334995">
      <w:pPr>
        <w:pStyle w:val="Punktygwne"/>
        <w:spacing w:before="0" w:after="0"/>
        <w:rPr>
          <w:rFonts w:ascii="Corbel" w:hAnsi="Corbel"/>
          <w:smallCaps w:val="0"/>
        </w:rPr>
      </w:pPr>
    </w:p>
    <w:p w14:paraId="13146F4B" w14:textId="70F6C9D7" w:rsidR="0C334995" w:rsidRDefault="0C334995" w:rsidP="0C334995">
      <w:pPr>
        <w:pStyle w:val="Punktygwne"/>
        <w:spacing w:before="0" w:after="0"/>
        <w:rPr>
          <w:rFonts w:ascii="Corbel" w:hAnsi="Corbel"/>
          <w:smallCaps w:val="0"/>
        </w:rPr>
      </w:pPr>
    </w:p>
    <w:p w14:paraId="694696D0" w14:textId="19F4E6EC" w:rsidR="0C334995" w:rsidRDefault="0C334995" w:rsidP="0C334995">
      <w:pPr>
        <w:pStyle w:val="Punktygwne"/>
        <w:spacing w:before="0" w:after="0"/>
        <w:rPr>
          <w:rFonts w:ascii="Corbel" w:hAnsi="Corbel"/>
          <w:smallCaps w:val="0"/>
        </w:rPr>
      </w:pPr>
    </w:p>
    <w:p w14:paraId="48A691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916C45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D17B96B" w14:textId="77777777" w:rsidTr="151DDA2E">
        <w:trPr>
          <w:trHeight w:val="397"/>
        </w:trPr>
        <w:tc>
          <w:tcPr>
            <w:tcW w:w="7513" w:type="dxa"/>
          </w:tcPr>
          <w:p w14:paraId="46E63209" w14:textId="4AD5B5A7" w:rsidR="0085747A" w:rsidRDefault="0085747A" w:rsidP="151DDA2E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</w:rPr>
            </w:pPr>
            <w:r w:rsidRPr="151DDA2E">
              <w:rPr>
                <w:rFonts w:ascii="Corbel" w:eastAsia="Corbel" w:hAnsi="Corbel" w:cs="Corbel"/>
                <w:bCs/>
                <w:smallCaps w:val="0"/>
              </w:rPr>
              <w:t>Literatura podstawowa:</w:t>
            </w:r>
          </w:p>
          <w:p w14:paraId="32977718" w14:textId="0F24EFAB" w:rsidR="7D121A62" w:rsidRDefault="7D121A62" w:rsidP="151DDA2E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  <w:p w14:paraId="03A69C57" w14:textId="7467DA44" w:rsidR="00CF2689" w:rsidRDefault="7C744D75" w:rsidP="151DDA2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151DDA2E">
              <w:rPr>
                <w:rFonts w:ascii="Corbel" w:eastAsia="Corbel" w:hAnsi="Corbel" w:cs="Corbel"/>
                <w:b w:val="0"/>
                <w:smallCaps w:val="0"/>
              </w:rPr>
              <w:t>K. Żukrowska (red.), Bezpieczeństwo międzynarodowe, Warszawa 2011 (rozdziały 2, 3, 4, 5, 7-9, 15-16,18)</w:t>
            </w:r>
          </w:p>
          <w:p w14:paraId="3975F3D3" w14:textId="293A9155" w:rsidR="00CF2689" w:rsidRPr="009C54AE" w:rsidRDefault="00CF2689" w:rsidP="151DDA2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</w:p>
        </w:tc>
      </w:tr>
      <w:tr w:rsidR="0085747A" w:rsidRPr="009C54AE" w14:paraId="06946BBD" w14:textId="77777777" w:rsidTr="151DDA2E">
        <w:trPr>
          <w:trHeight w:val="397"/>
        </w:trPr>
        <w:tc>
          <w:tcPr>
            <w:tcW w:w="7513" w:type="dxa"/>
          </w:tcPr>
          <w:p w14:paraId="75FCF225" w14:textId="77777777" w:rsidR="0085747A" w:rsidRDefault="0085747A" w:rsidP="151DDA2E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</w:rPr>
            </w:pPr>
            <w:r w:rsidRPr="151DDA2E">
              <w:rPr>
                <w:rFonts w:ascii="Corbel" w:eastAsia="Corbel" w:hAnsi="Corbel" w:cs="Corbel"/>
                <w:bCs/>
                <w:smallCaps w:val="0"/>
              </w:rPr>
              <w:t xml:space="preserve">Literatura uzupełniająca: </w:t>
            </w:r>
          </w:p>
          <w:p w14:paraId="6ECEB4A1" w14:textId="25C59D74" w:rsidR="7D121A62" w:rsidRDefault="7D121A62" w:rsidP="151DDA2E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  <w:p w14:paraId="4ECE0086" w14:textId="77777777" w:rsidR="00022BE9" w:rsidRDefault="4E3689A8" w:rsidP="151DDA2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51DDA2E">
              <w:rPr>
                <w:rFonts w:ascii="Corbel" w:eastAsia="Corbel" w:hAnsi="Corbel" w:cs="Corbel"/>
                <w:sz w:val="24"/>
                <w:szCs w:val="24"/>
              </w:rPr>
              <w:t>Balcerowicz B., Siły zbrojne w państwie i stosunkach międzynarodowych, Warszawa 2010</w:t>
            </w:r>
          </w:p>
          <w:p w14:paraId="7A2891D8" w14:textId="77777777" w:rsidR="00022BE9" w:rsidRPr="00022BE9" w:rsidRDefault="4E3689A8" w:rsidP="151DDA2E">
            <w:pPr>
              <w:pStyle w:val="Akapitzlist"/>
              <w:numPr>
                <w:ilvl w:val="0"/>
                <w:numId w:val="5"/>
              </w:numPr>
              <w:rPr>
                <w:rFonts w:ascii="Corbel" w:eastAsia="Corbel" w:hAnsi="Corbel" w:cs="Corbel"/>
                <w:sz w:val="24"/>
                <w:szCs w:val="24"/>
              </w:rPr>
            </w:pPr>
            <w:r w:rsidRPr="151DDA2E">
              <w:rPr>
                <w:rFonts w:ascii="Corbel" w:eastAsia="Corbel" w:hAnsi="Corbel" w:cs="Corbel"/>
                <w:sz w:val="24"/>
                <w:szCs w:val="24"/>
              </w:rPr>
              <w:t>B. Balcerowicz, Siły zbrojne w czasie pokoju, kryzysu i wojny, Warszawa 2010;</w:t>
            </w:r>
          </w:p>
          <w:p w14:paraId="6F34A5B9" w14:textId="18DDB578" w:rsidR="00022BE9" w:rsidRPr="00022BE9" w:rsidRDefault="4E3689A8" w:rsidP="151DDA2E">
            <w:pPr>
              <w:pStyle w:val="Akapitzlist"/>
              <w:numPr>
                <w:ilvl w:val="0"/>
                <w:numId w:val="5"/>
              </w:numPr>
              <w:rPr>
                <w:rFonts w:ascii="Corbel" w:eastAsia="Corbel" w:hAnsi="Corbel" w:cs="Corbel"/>
                <w:sz w:val="24"/>
                <w:szCs w:val="24"/>
              </w:rPr>
            </w:pPr>
            <w:r w:rsidRPr="151DDA2E">
              <w:rPr>
                <w:rFonts w:ascii="Corbel" w:eastAsia="Corbel" w:hAnsi="Corbel" w:cs="Corbel"/>
                <w:sz w:val="24"/>
                <w:szCs w:val="24"/>
              </w:rPr>
              <w:t>R. Kuźniar, Polityka i siła. Studia strategiczne - zarys problematyki, Warszawa 2005</w:t>
            </w:r>
          </w:p>
          <w:p w14:paraId="14449512" w14:textId="59D4ABC1" w:rsidR="00CF2689" w:rsidRPr="00022BE9" w:rsidRDefault="6CB209AF" w:rsidP="151DDA2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51DDA2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M. Milczanowski, Sztuka budowania pokoju: przywództwo strategiczne na przykładzie fazy IV operacji Iracka Wolność, </w:t>
            </w:r>
            <w:r w:rsidRPr="151DDA2E">
              <w:rPr>
                <w:rFonts w:ascii="Corbel" w:eastAsia="Corbel" w:hAnsi="Corbel" w:cs="Corbel"/>
                <w:sz w:val="24"/>
                <w:szCs w:val="24"/>
              </w:rPr>
              <w:t>Wydawnictwo Uniwersytetu Rzeszowskiego, Rzeszów 2020.</w:t>
            </w:r>
          </w:p>
          <w:p w14:paraId="4FEE31EB" w14:textId="3E5D00D3" w:rsidR="00CF5A66" w:rsidRPr="00022BE9" w:rsidRDefault="6CB209AF" w:rsidP="151DDA2E">
            <w:pPr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51DDA2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M. Milczanowski, Udział Polskich Sił Zbrojnych w misji zwalczania terroryzmu w Iraku w kontekście polityki zagranicznej i</w:t>
            </w:r>
            <w:r w:rsidR="06A529EC" w:rsidRPr="151DDA2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 </w:t>
            </w:r>
            <w:r w:rsidRPr="151DDA2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bezpieczeństwa kraju i UE</w:t>
            </w:r>
            <w:r w:rsidRPr="151DDA2E">
              <w:rPr>
                <w:rFonts w:ascii="Corbel" w:eastAsia="Corbel" w:hAnsi="Corbel" w:cs="Corbel"/>
                <w:sz w:val="24"/>
                <w:szCs w:val="24"/>
              </w:rPr>
              <w:t xml:space="preserve"> [w:] Zwalczanie terroryzmu w ramach operacji wojskowych. Materiały pokonferencyjne, Rzeszów 2011, s. 63-78</w:t>
            </w:r>
          </w:p>
          <w:p w14:paraId="37597F43" w14:textId="77777777" w:rsidR="00022BE9" w:rsidRPr="00022BE9" w:rsidRDefault="4E3689A8" w:rsidP="151DDA2E">
            <w:pPr>
              <w:pStyle w:val="Akapitzlist"/>
              <w:numPr>
                <w:ilvl w:val="0"/>
                <w:numId w:val="5"/>
              </w:numPr>
              <w:rPr>
                <w:rFonts w:ascii="Corbel" w:eastAsia="Corbel" w:hAnsi="Corbel" w:cs="Corbel"/>
                <w:sz w:val="24"/>
                <w:szCs w:val="24"/>
              </w:rPr>
            </w:pPr>
            <w:r w:rsidRPr="151DDA2E">
              <w:rPr>
                <w:rFonts w:ascii="Corbel" w:eastAsia="Corbel" w:hAnsi="Corbel" w:cs="Corbel"/>
                <w:sz w:val="24"/>
                <w:szCs w:val="24"/>
              </w:rPr>
              <w:t xml:space="preserve">H. </w:t>
            </w:r>
            <w:proofErr w:type="spellStart"/>
            <w:r w:rsidRPr="151DDA2E">
              <w:rPr>
                <w:rFonts w:ascii="Corbel" w:eastAsia="Corbel" w:hAnsi="Corbel" w:cs="Corbel"/>
                <w:sz w:val="24"/>
                <w:szCs w:val="24"/>
              </w:rPr>
              <w:t>Münkler</w:t>
            </w:r>
            <w:proofErr w:type="spellEnd"/>
            <w:r w:rsidRPr="151DDA2E">
              <w:rPr>
                <w:rFonts w:ascii="Corbel" w:eastAsia="Corbel" w:hAnsi="Corbel" w:cs="Corbel"/>
                <w:sz w:val="24"/>
                <w:szCs w:val="24"/>
              </w:rPr>
              <w:t>, Wojny naszych czasów, Kraków 2004;</w:t>
            </w:r>
          </w:p>
          <w:p w14:paraId="7F73F438" w14:textId="77777777" w:rsidR="00022BE9" w:rsidRPr="00022BE9" w:rsidRDefault="4E3689A8" w:rsidP="151DDA2E">
            <w:pPr>
              <w:pStyle w:val="Akapitzlist"/>
              <w:numPr>
                <w:ilvl w:val="0"/>
                <w:numId w:val="5"/>
              </w:numPr>
              <w:rPr>
                <w:rFonts w:ascii="Corbel" w:eastAsia="Corbel" w:hAnsi="Corbel" w:cs="Corbel"/>
                <w:sz w:val="24"/>
                <w:szCs w:val="24"/>
              </w:rPr>
            </w:pPr>
            <w:r w:rsidRPr="151DDA2E">
              <w:rPr>
                <w:rFonts w:ascii="Corbel" w:eastAsia="Corbel" w:hAnsi="Corbel" w:cs="Corbel"/>
                <w:sz w:val="24"/>
                <w:szCs w:val="24"/>
              </w:rPr>
              <w:t>I. Słomczyńska, Europejska Polityka Bezpieczeństwa i Obrony, Lublin 2007</w:t>
            </w:r>
          </w:p>
          <w:p w14:paraId="3895DA5F" w14:textId="24DA155D" w:rsidR="00CA7079" w:rsidRPr="00022BE9" w:rsidRDefault="33D3E63A" w:rsidP="151DDA2E">
            <w:pPr>
              <w:pStyle w:val="NormalnyWeb"/>
              <w:numPr>
                <w:ilvl w:val="0"/>
                <w:numId w:val="5"/>
              </w:numPr>
              <w:shd w:val="clear" w:color="auto" w:fill="FFFFFF" w:themeFill="background1"/>
              <w:rPr>
                <w:rFonts w:ascii="Corbel" w:eastAsia="Corbel" w:hAnsi="Corbel" w:cs="Corbel"/>
              </w:rPr>
            </w:pPr>
            <w:r w:rsidRPr="151DDA2E">
              <w:rPr>
                <w:rFonts w:ascii="Corbel" w:eastAsia="Corbel" w:hAnsi="Corbel" w:cs="Corbel"/>
              </w:rPr>
              <w:t xml:space="preserve">T. Wójtowicz, Rewolucja w sprawach wojskowych (RMA). </w:t>
            </w:r>
            <w:proofErr w:type="spellStart"/>
            <w:r w:rsidRPr="151DDA2E">
              <w:rPr>
                <w:rFonts w:ascii="Corbel" w:eastAsia="Corbel" w:hAnsi="Corbel" w:cs="Corbel"/>
              </w:rPr>
              <w:t>Porównanie</w:t>
            </w:r>
            <w:proofErr w:type="spellEnd"/>
            <w:r w:rsidRPr="151DDA2E">
              <w:rPr>
                <w:rFonts w:ascii="Corbel" w:eastAsia="Corbel" w:hAnsi="Corbel" w:cs="Corbel"/>
              </w:rPr>
              <w:t xml:space="preserve"> koncepcji Alvina Tofflera, Andrew </w:t>
            </w:r>
            <w:proofErr w:type="spellStart"/>
            <w:r w:rsidRPr="151DDA2E">
              <w:rPr>
                <w:rFonts w:ascii="Corbel" w:eastAsia="Corbel" w:hAnsi="Corbel" w:cs="Corbel"/>
              </w:rPr>
              <w:t>Krepinevicha</w:t>
            </w:r>
            <w:proofErr w:type="spellEnd"/>
            <w:r w:rsidRPr="151DDA2E">
              <w:rPr>
                <w:rFonts w:ascii="Corbel" w:eastAsia="Corbel" w:hAnsi="Corbel" w:cs="Corbel"/>
              </w:rPr>
              <w:t xml:space="preserve"> i Jeremy'ego Blacka</w:t>
            </w:r>
          </w:p>
          <w:p w14:paraId="456A93D7" w14:textId="5C4EC08E" w:rsidR="00CF2689" w:rsidRPr="00022BE9" w:rsidRDefault="4E3689A8" w:rsidP="151DDA2E">
            <w:pPr>
              <w:numPr>
                <w:ilvl w:val="0"/>
                <w:numId w:val="5"/>
              </w:numPr>
              <w:spacing w:after="12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51DDA2E">
              <w:rPr>
                <w:rFonts w:ascii="Corbel" w:eastAsia="Corbel" w:hAnsi="Corbel" w:cs="Corbel"/>
                <w:sz w:val="24"/>
                <w:szCs w:val="24"/>
              </w:rPr>
              <w:t xml:space="preserve">M. Milczanowski, Przyczyny wojen, </w:t>
            </w:r>
            <w:proofErr w:type="spellStart"/>
            <w:r w:rsidRPr="151DDA2E">
              <w:rPr>
                <w:rFonts w:ascii="Corbel" w:eastAsia="Corbel" w:hAnsi="Corbel" w:cs="Corbel"/>
                <w:sz w:val="24"/>
                <w:szCs w:val="24"/>
              </w:rPr>
              <w:t>StratLider</w:t>
            </w:r>
            <w:proofErr w:type="spellEnd"/>
            <w:r w:rsidRPr="151DDA2E">
              <w:rPr>
                <w:rFonts w:ascii="Corbel" w:eastAsia="Corbel" w:hAnsi="Corbel" w:cs="Corbel"/>
                <w:sz w:val="24"/>
                <w:szCs w:val="24"/>
              </w:rPr>
              <w:t xml:space="preserve"> nr 9,  https://mmilczanowski.wordpress.com/2015/09/29/przyczyny-wojen/</w:t>
            </w:r>
          </w:p>
          <w:p w14:paraId="123140EC" w14:textId="081A5A0A" w:rsidR="00CF2689" w:rsidRPr="009C54AE" w:rsidRDefault="00CF2689" w:rsidP="151DDA2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</w:rPr>
            </w:pPr>
          </w:p>
        </w:tc>
      </w:tr>
    </w:tbl>
    <w:p w14:paraId="22E59B92" w14:textId="2E26AD1F" w:rsidR="0085747A" w:rsidRPr="009C54AE" w:rsidRDefault="0085747A" w:rsidP="7D121A62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5D8DE96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EBA69" w14:textId="77777777" w:rsidR="00C32343" w:rsidRDefault="00C32343" w:rsidP="00C16ABF">
      <w:pPr>
        <w:spacing w:after="0" w:line="240" w:lineRule="auto"/>
      </w:pPr>
      <w:r>
        <w:separator/>
      </w:r>
    </w:p>
  </w:endnote>
  <w:endnote w:type="continuationSeparator" w:id="0">
    <w:p w14:paraId="7726311A" w14:textId="77777777" w:rsidR="00C32343" w:rsidRDefault="00C323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373BC" w14:textId="77777777" w:rsidR="00C32343" w:rsidRDefault="00C32343" w:rsidP="00C16ABF">
      <w:pPr>
        <w:spacing w:after="0" w:line="240" w:lineRule="auto"/>
      </w:pPr>
      <w:r>
        <w:separator/>
      </w:r>
    </w:p>
  </w:footnote>
  <w:footnote w:type="continuationSeparator" w:id="0">
    <w:p w14:paraId="567B97C2" w14:textId="77777777" w:rsidR="00C32343" w:rsidRDefault="00C32343" w:rsidP="00C16ABF">
      <w:pPr>
        <w:spacing w:after="0" w:line="240" w:lineRule="auto"/>
      </w:pPr>
      <w:r>
        <w:continuationSeparator/>
      </w:r>
    </w:p>
  </w:footnote>
  <w:footnote w:id="1">
    <w:p w14:paraId="644AC9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587E45D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77A6E74">
      <w:start w:val="2"/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D905B3"/>
    <w:multiLevelType w:val="hybridMultilevel"/>
    <w:tmpl w:val="7C80C916"/>
    <w:lvl w:ilvl="0" w:tplc="0415000F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E226C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2C72F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A33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C4D94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1ECB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6AB6F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A832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8A2E0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D64A8C"/>
    <w:multiLevelType w:val="hybridMultilevel"/>
    <w:tmpl w:val="350ECB6A"/>
    <w:lvl w:ilvl="0" w:tplc="0415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1204B"/>
    <w:multiLevelType w:val="hybridMultilevel"/>
    <w:tmpl w:val="B1C8C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01E9D"/>
    <w:multiLevelType w:val="hybridMultilevel"/>
    <w:tmpl w:val="92EE3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871527">
    <w:abstractNumId w:val="0"/>
  </w:num>
  <w:num w:numId="2" w16cid:durableId="576787209">
    <w:abstractNumId w:val="3"/>
  </w:num>
  <w:num w:numId="3" w16cid:durableId="1556430683">
    <w:abstractNumId w:val="1"/>
  </w:num>
  <w:num w:numId="4" w16cid:durableId="160658455">
    <w:abstractNumId w:val="2"/>
  </w:num>
  <w:num w:numId="5" w16cid:durableId="212711375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BE9"/>
    <w:rsid w:val="00022ECE"/>
    <w:rsid w:val="00042A51"/>
    <w:rsid w:val="00042D2E"/>
    <w:rsid w:val="00044C82"/>
    <w:rsid w:val="0006283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0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4F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9B6"/>
    <w:rsid w:val="00272726"/>
    <w:rsid w:val="00281FF2"/>
    <w:rsid w:val="0028579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2E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67F"/>
    <w:rsid w:val="003D18A9"/>
    <w:rsid w:val="003D6CE2"/>
    <w:rsid w:val="003E1941"/>
    <w:rsid w:val="003E2FE6"/>
    <w:rsid w:val="003E49D5"/>
    <w:rsid w:val="003F205D"/>
    <w:rsid w:val="003F38C0"/>
    <w:rsid w:val="003F454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71DD"/>
    <w:rsid w:val="005C080F"/>
    <w:rsid w:val="005C55E5"/>
    <w:rsid w:val="005C696A"/>
    <w:rsid w:val="005E6E85"/>
    <w:rsid w:val="005F31D2"/>
    <w:rsid w:val="005F6D8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9EA"/>
    <w:rsid w:val="006F1FBC"/>
    <w:rsid w:val="006F31E2"/>
    <w:rsid w:val="0070410E"/>
    <w:rsid w:val="00706544"/>
    <w:rsid w:val="007072BA"/>
    <w:rsid w:val="0071620A"/>
    <w:rsid w:val="00724677"/>
    <w:rsid w:val="00725459"/>
    <w:rsid w:val="007327BD"/>
    <w:rsid w:val="00734608"/>
    <w:rsid w:val="007348E5"/>
    <w:rsid w:val="00745302"/>
    <w:rsid w:val="007461D6"/>
    <w:rsid w:val="00746EC8"/>
    <w:rsid w:val="00753D5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D15"/>
    <w:rsid w:val="008449B3"/>
    <w:rsid w:val="008552A2"/>
    <w:rsid w:val="0085747A"/>
    <w:rsid w:val="008734CD"/>
    <w:rsid w:val="00884922"/>
    <w:rsid w:val="00885F64"/>
    <w:rsid w:val="008917F9"/>
    <w:rsid w:val="00897FB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009"/>
    <w:rsid w:val="00954A07"/>
    <w:rsid w:val="00974057"/>
    <w:rsid w:val="00997F14"/>
    <w:rsid w:val="009A78D9"/>
    <w:rsid w:val="009C3E31"/>
    <w:rsid w:val="009C54AE"/>
    <w:rsid w:val="009C6F31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8D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8C8"/>
    <w:rsid w:val="00BF2C41"/>
    <w:rsid w:val="00C058B4"/>
    <w:rsid w:val="00C05F44"/>
    <w:rsid w:val="00C131B5"/>
    <w:rsid w:val="00C16ABF"/>
    <w:rsid w:val="00C170AE"/>
    <w:rsid w:val="00C26CB7"/>
    <w:rsid w:val="00C32343"/>
    <w:rsid w:val="00C324C1"/>
    <w:rsid w:val="00C36992"/>
    <w:rsid w:val="00C56036"/>
    <w:rsid w:val="00C61DC5"/>
    <w:rsid w:val="00C67E92"/>
    <w:rsid w:val="00C70A26"/>
    <w:rsid w:val="00C766DF"/>
    <w:rsid w:val="00C94B98"/>
    <w:rsid w:val="00CA1A2D"/>
    <w:rsid w:val="00CA2B96"/>
    <w:rsid w:val="00CA5089"/>
    <w:rsid w:val="00CA56E5"/>
    <w:rsid w:val="00CA7079"/>
    <w:rsid w:val="00CD6897"/>
    <w:rsid w:val="00CE5BAC"/>
    <w:rsid w:val="00CE7F26"/>
    <w:rsid w:val="00CF25BE"/>
    <w:rsid w:val="00CF2689"/>
    <w:rsid w:val="00CF5A66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85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F3201"/>
    <w:rsid w:val="00F070AB"/>
    <w:rsid w:val="00F17567"/>
    <w:rsid w:val="00F1774C"/>
    <w:rsid w:val="00F27A7B"/>
    <w:rsid w:val="00F45E42"/>
    <w:rsid w:val="00F526AF"/>
    <w:rsid w:val="00F617C3"/>
    <w:rsid w:val="00F7066B"/>
    <w:rsid w:val="00F83B28"/>
    <w:rsid w:val="00F964B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6A529EC"/>
    <w:rsid w:val="0C334995"/>
    <w:rsid w:val="0C4D74CC"/>
    <w:rsid w:val="0CBC3D76"/>
    <w:rsid w:val="151DDA2E"/>
    <w:rsid w:val="1CE03FF6"/>
    <w:rsid w:val="27E0B7A1"/>
    <w:rsid w:val="28100A12"/>
    <w:rsid w:val="2AEAA97D"/>
    <w:rsid w:val="308F9B78"/>
    <w:rsid w:val="33D3E63A"/>
    <w:rsid w:val="3959F1B7"/>
    <w:rsid w:val="3A00B90A"/>
    <w:rsid w:val="3E4F1DB8"/>
    <w:rsid w:val="4CA1869B"/>
    <w:rsid w:val="4D566B1C"/>
    <w:rsid w:val="4E3689A8"/>
    <w:rsid w:val="4F66F7C4"/>
    <w:rsid w:val="56E42505"/>
    <w:rsid w:val="5B8522A2"/>
    <w:rsid w:val="5E47019A"/>
    <w:rsid w:val="6CB209AF"/>
    <w:rsid w:val="70F692A4"/>
    <w:rsid w:val="71E28EA3"/>
    <w:rsid w:val="74AE7CE0"/>
    <w:rsid w:val="754361D7"/>
    <w:rsid w:val="75862DEE"/>
    <w:rsid w:val="75D4D68A"/>
    <w:rsid w:val="7A90DE8D"/>
    <w:rsid w:val="7C744D75"/>
    <w:rsid w:val="7D12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D27A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E4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E48C8"/>
    <w:rPr>
      <w:rFonts w:ascii="Courier New" w:eastAsia="Times New Roman" w:hAnsi="Courier New" w:cs="Courier New"/>
      <w:lang w:eastAsia="zh-CN"/>
    </w:rPr>
  </w:style>
  <w:style w:type="paragraph" w:styleId="NormalnyWeb">
    <w:name w:val="Normal (Web)"/>
    <w:basedOn w:val="Normalny"/>
    <w:uiPriority w:val="99"/>
    <w:unhideWhenUsed/>
    <w:rsid w:val="00CF5A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2B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9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0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83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5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A6BD9-DC44-4605-820A-985CEA025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826</Words>
  <Characters>4960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Przemysław Maj</cp:lastModifiedBy>
  <cp:revision>12</cp:revision>
  <cp:lastPrinted>2019-02-06T12:12:00Z</cp:lastPrinted>
  <dcterms:created xsi:type="dcterms:W3CDTF">2021-12-08T16:19:00Z</dcterms:created>
  <dcterms:modified xsi:type="dcterms:W3CDTF">2025-11-14T23:53:00Z</dcterms:modified>
</cp:coreProperties>
</file>